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56341E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4C86EAC" wp14:editId="384A725C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AC608A">
                                  <w:t>HW 77</w:t>
                                </w:r>
                                <w:r w:rsidR="0056341E">
                                  <w:t>_</w:t>
                                </w:r>
                                <w:r w:rsidR="00AC608A">
                                  <w:t>Solving with</w:t>
                                </w:r>
                                <w:r w:rsidR="0056341E">
                                  <w:t xml:space="preserve"> </w:t>
                                </w:r>
                                <w:r w:rsidR="00CE4AA8">
                                  <w:t>Coefficients &gt;1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C86EAC"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R3aUB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AC608A">
                            <w:t>HW 77</w:t>
                          </w:r>
                          <w:r w:rsidR="0056341E">
                            <w:t>_</w:t>
                          </w:r>
                          <w:r w:rsidR="00AC608A">
                            <w:t>Solving with</w:t>
                          </w:r>
                          <w:r w:rsidR="0056341E">
                            <w:t xml:space="preserve"> </w:t>
                          </w:r>
                          <w:r w:rsidR="00CE4AA8">
                            <w:t>Coefficients &gt;1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    <v:imagedata r:id="rId7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F87014" w:rsidRDefault="00AC608A">
      <w:r>
        <w:rPr>
          <w:noProof/>
        </w:rPr>
        <w:drawing>
          <wp:anchor distT="0" distB="0" distL="114300" distR="114300" simplePos="0" relativeHeight="251670528" behindDoc="0" locked="0" layoutInCell="1" allowOverlap="1" wp14:anchorId="798734A9" wp14:editId="52FC2C6F">
            <wp:simplePos x="0" y="0"/>
            <wp:positionH relativeFrom="margin">
              <wp:align>left</wp:align>
            </wp:positionH>
            <wp:positionV relativeFrom="paragraph">
              <wp:posOffset>59055</wp:posOffset>
            </wp:positionV>
            <wp:extent cx="5638800" cy="33432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87014" w:rsidRDefault="00F87014"/>
    <w:p w:rsidR="00F87014" w:rsidRDefault="00F87014"/>
    <w:p w:rsidR="00AC608A" w:rsidRDefault="00AC608A"/>
    <w:p w:rsidR="00F87014" w:rsidRDefault="00F87014"/>
    <w:p w:rsidR="00F87014" w:rsidRDefault="00F87014">
      <w:pPr>
        <w:rPr>
          <w:noProof/>
        </w:rPr>
      </w:pPr>
    </w:p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94145D" w:rsidRDefault="0094145D"/>
    <w:p w:rsidR="0094145D" w:rsidRDefault="0094145D"/>
    <w:p w:rsidR="0094145D" w:rsidRDefault="0094145D"/>
    <w:p w:rsidR="0094145D" w:rsidRDefault="0094145D"/>
    <w:p w:rsidR="0094145D" w:rsidRDefault="0094145D"/>
    <w:p w:rsidR="0094145D" w:rsidRDefault="0094145D"/>
    <w:p w:rsidR="0094145D" w:rsidRDefault="00AC608A">
      <w:r>
        <w:rPr>
          <w:noProof/>
        </w:rPr>
        <w:drawing>
          <wp:anchor distT="0" distB="0" distL="114300" distR="114300" simplePos="0" relativeHeight="251671552" behindDoc="0" locked="0" layoutInCell="1" allowOverlap="1" wp14:anchorId="6E286253" wp14:editId="1E50FCB8">
            <wp:simplePos x="0" y="0"/>
            <wp:positionH relativeFrom="column">
              <wp:posOffset>-38100</wp:posOffset>
            </wp:positionH>
            <wp:positionV relativeFrom="paragraph">
              <wp:posOffset>144145</wp:posOffset>
            </wp:positionV>
            <wp:extent cx="6057900" cy="2962275"/>
            <wp:effectExtent l="0" t="0" r="0" b="952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4145D" w:rsidRDefault="0094145D"/>
    <w:p w:rsidR="0094145D" w:rsidRDefault="0094145D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94145D" w:rsidRDefault="0094145D"/>
    <w:p w:rsidR="00AC608A" w:rsidRDefault="00AC608A"/>
    <w:p w:rsidR="0094145D" w:rsidRDefault="0094145D"/>
    <w:p w:rsidR="0094145D" w:rsidRDefault="0094145D"/>
    <w:p w:rsidR="0094145D" w:rsidRDefault="0094145D"/>
    <w:p w:rsidR="0094145D" w:rsidRDefault="0094145D"/>
    <w:p w:rsidR="0094145D" w:rsidRDefault="0094145D"/>
    <w:p w:rsidR="00AE5FBE" w:rsidRDefault="00AE5FBE"/>
    <w:p w:rsidR="0094145D" w:rsidRDefault="0094145D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65"/>
        <w:gridCol w:w="5760"/>
      </w:tblGrid>
      <w:tr w:rsidR="0094145D" w:rsidTr="00AE5FBE">
        <w:tc>
          <w:tcPr>
            <w:tcW w:w="4765" w:type="dxa"/>
          </w:tcPr>
          <w:p w:rsidR="0094145D" w:rsidRDefault="00AC608A">
            <w:r>
              <w:lastRenderedPageBreak/>
              <w:t>13</w:t>
            </w:r>
            <w:r w:rsidR="0094145D">
              <w:t>)</w:t>
            </w:r>
            <w:r w:rsidR="00AE5FBE">
              <w:t xml:space="preserve"> Find the measure of angle b</w:t>
            </w:r>
          </w:p>
          <w:p w:rsidR="0094145D" w:rsidRDefault="00AE5FBE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0073207" wp14:editId="4F16EC9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115570</wp:posOffset>
                  </wp:positionV>
                  <wp:extent cx="1609725" cy="1600782"/>
                  <wp:effectExtent l="0" t="0" r="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705"/>
                          <a:stretch/>
                        </pic:blipFill>
                        <pic:spPr bwMode="auto">
                          <a:xfrm>
                            <a:off x="0" y="0"/>
                            <a:ext cx="1609725" cy="16007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94145D" w:rsidRDefault="0094145D"/>
          <w:p w:rsidR="00AE5FBE" w:rsidRDefault="00AE5FBE">
            <w:pPr>
              <w:rPr>
                <w:noProof/>
              </w:rPr>
            </w:pPr>
          </w:p>
          <w:p w:rsidR="0094145D" w:rsidRDefault="0094145D"/>
          <w:p w:rsidR="0094145D" w:rsidRDefault="0094145D"/>
          <w:p w:rsidR="0094145D" w:rsidRDefault="0094145D"/>
          <w:p w:rsidR="00AE5FBE" w:rsidRDefault="00AE5FBE"/>
          <w:p w:rsidR="00AE5FBE" w:rsidRDefault="00AE5FBE"/>
          <w:p w:rsidR="00AE5FBE" w:rsidRDefault="00AE5FBE"/>
          <w:p w:rsidR="00AE5FBE" w:rsidRDefault="00AE5FBE"/>
          <w:p w:rsidR="00AE5FBE" w:rsidRDefault="00AE5FBE"/>
        </w:tc>
        <w:tc>
          <w:tcPr>
            <w:tcW w:w="5760" w:type="dxa"/>
          </w:tcPr>
          <w:p w:rsidR="0094145D" w:rsidRDefault="00AC608A">
            <w:r>
              <w:t>14</w:t>
            </w:r>
            <w:r w:rsidR="0094145D">
              <w:t xml:space="preserve">) </w:t>
            </w:r>
            <w:r w:rsidR="00AE5FBE">
              <w:t>Find the measure of angle b</w:t>
            </w:r>
          </w:p>
          <w:p w:rsidR="0094145D" w:rsidRDefault="0094145D"/>
          <w:p w:rsidR="00AE5FBE" w:rsidRDefault="00AE5FBE">
            <w:pPr>
              <w:rPr>
                <w:noProof/>
              </w:rPr>
            </w:pPr>
          </w:p>
          <w:p w:rsidR="0094145D" w:rsidRDefault="00AE5FBE">
            <w:r>
              <w:rPr>
                <w:noProof/>
              </w:rPr>
              <w:drawing>
                <wp:inline distT="0" distB="0" distL="0" distR="0" wp14:anchorId="2482ABE1" wp14:editId="4408A244">
                  <wp:extent cx="1990725" cy="1308191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r="38472"/>
                          <a:stretch/>
                        </pic:blipFill>
                        <pic:spPr bwMode="auto">
                          <a:xfrm>
                            <a:off x="0" y="0"/>
                            <a:ext cx="2005584" cy="13179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4145D" w:rsidRDefault="0094145D"/>
          <w:p w:rsidR="0094145D" w:rsidRDefault="0094145D"/>
        </w:tc>
      </w:tr>
      <w:tr w:rsidR="00AC608A" w:rsidTr="00AE5FBE">
        <w:tc>
          <w:tcPr>
            <w:tcW w:w="4765" w:type="dxa"/>
          </w:tcPr>
          <w:p w:rsidR="00AC608A" w:rsidRDefault="00AE5FBE">
            <w:r>
              <w:t>15) Find the measure of angle d</w:t>
            </w:r>
          </w:p>
          <w:p w:rsidR="00AE5FBE" w:rsidRDefault="00AE5FBE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3A585C0" wp14:editId="300906C5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70485</wp:posOffset>
                  </wp:positionV>
                  <wp:extent cx="1860550" cy="1133475"/>
                  <wp:effectExtent l="0" t="0" r="6350" b="9525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05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E5FBE" w:rsidRDefault="00AE5FBE"/>
          <w:p w:rsidR="00AE5FBE" w:rsidRDefault="00AE5FBE"/>
          <w:p w:rsidR="00AE5FBE" w:rsidRDefault="00AE5FBE"/>
          <w:p w:rsidR="00AE5FBE" w:rsidRDefault="00AE5FBE"/>
          <w:p w:rsidR="00AE5FBE" w:rsidRDefault="00AE5FBE"/>
          <w:p w:rsidR="00AE5FBE" w:rsidRDefault="00AE5FBE"/>
          <w:p w:rsidR="00AE5FBE" w:rsidRDefault="00AE5FBE"/>
        </w:tc>
        <w:tc>
          <w:tcPr>
            <w:tcW w:w="5760" w:type="dxa"/>
          </w:tcPr>
          <w:p w:rsidR="00AC608A" w:rsidRDefault="00AE5FBE">
            <w:r>
              <w:t>16) Find the measure of angle u</w:t>
            </w:r>
          </w:p>
          <w:p w:rsidR="00AE5FBE" w:rsidRDefault="00AE5FBE"/>
          <w:p w:rsidR="00AE5FBE" w:rsidRDefault="00AE5FBE">
            <w:r>
              <w:rPr>
                <w:noProof/>
              </w:rPr>
              <w:drawing>
                <wp:inline distT="0" distB="0" distL="0" distR="0" wp14:anchorId="09179F47" wp14:editId="6F55C5AA">
                  <wp:extent cx="1385931" cy="1162050"/>
                  <wp:effectExtent l="0" t="0" r="508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319" cy="1165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08A" w:rsidTr="00AE5FBE">
        <w:tc>
          <w:tcPr>
            <w:tcW w:w="4765" w:type="dxa"/>
          </w:tcPr>
          <w:p w:rsidR="00AC608A" w:rsidRDefault="00AE5FBE">
            <w:r>
              <w:t>17) Simplify the expression:</w:t>
            </w:r>
          </w:p>
          <w:p w:rsidR="00AE5FBE" w:rsidRDefault="00AE5FBE"/>
          <w:p w:rsidR="00AE5FBE" w:rsidRPr="00AE5FBE" w:rsidRDefault="00AE5FB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+ -7y + -4xy + 9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AE5FBE" w:rsidRDefault="00AE5FBE">
            <w:pPr>
              <w:rPr>
                <w:rFonts w:eastAsiaTheme="minorEastAsia"/>
              </w:rPr>
            </w:pPr>
          </w:p>
          <w:p w:rsidR="00AE5FBE" w:rsidRDefault="00AE5FBE">
            <w:pPr>
              <w:rPr>
                <w:rFonts w:eastAsiaTheme="minorEastAsia"/>
              </w:rPr>
            </w:pPr>
          </w:p>
          <w:p w:rsidR="00AE5FBE" w:rsidRDefault="00AE5FBE"/>
        </w:tc>
        <w:tc>
          <w:tcPr>
            <w:tcW w:w="5760" w:type="dxa"/>
          </w:tcPr>
          <w:p w:rsidR="001F1F14" w:rsidRDefault="00AE5FBE" w:rsidP="00AE5FBE">
            <w:r>
              <w:t xml:space="preserve">18) </w:t>
            </w:r>
          </w:p>
          <w:p w:rsidR="00AC608A" w:rsidRDefault="001F1F14" w:rsidP="00AE5FBE">
            <w:r>
              <w:t xml:space="preserve">a) Define what parallel lines mean. </w:t>
            </w:r>
            <w:r>
              <w:br/>
            </w:r>
          </w:p>
          <w:p w:rsidR="001F1F14" w:rsidRDefault="001F1F14" w:rsidP="00AE5FBE"/>
          <w:p w:rsidR="001F1F14" w:rsidRDefault="001F1F14" w:rsidP="00AE5FBE"/>
          <w:p w:rsidR="001F1F14" w:rsidRDefault="001F1F14" w:rsidP="00AE5FBE">
            <w:r>
              <w:t>b) Define what perpendicular lines mean.</w:t>
            </w:r>
            <w:bookmarkStart w:id="0" w:name="_GoBack"/>
            <w:bookmarkEnd w:id="0"/>
          </w:p>
          <w:p w:rsidR="001F1F14" w:rsidRDefault="001F1F14" w:rsidP="00AE5FBE"/>
          <w:p w:rsidR="001F1F14" w:rsidRDefault="001F1F14" w:rsidP="00AE5FBE"/>
          <w:p w:rsidR="001F1F14" w:rsidRDefault="001F1F14" w:rsidP="00AE5FBE"/>
          <w:p w:rsidR="001F1F14" w:rsidRDefault="001F1F14" w:rsidP="00AE5FBE"/>
          <w:p w:rsidR="001F1F14" w:rsidRDefault="001F1F14" w:rsidP="00AE5FBE"/>
        </w:tc>
      </w:tr>
      <w:tr w:rsidR="001F1F14" w:rsidTr="000A6264">
        <w:tc>
          <w:tcPr>
            <w:tcW w:w="10525" w:type="dxa"/>
            <w:gridSpan w:val="2"/>
          </w:tcPr>
          <w:p w:rsidR="001F1F14" w:rsidRDefault="001F1F14">
            <w:r>
              <w:t xml:space="preserve">19) </w:t>
            </w:r>
            <w:r>
              <w:t>Re-write the equation below in slope intercept form and graph:</w:t>
            </w:r>
            <w:r>
              <w:rPr>
                <w:noProof/>
              </w:rPr>
              <w:t xml:space="preserve"> </w:t>
            </w:r>
          </w:p>
          <w:p w:rsidR="001F1F14" w:rsidRDefault="001F1F14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341D6173" wp14:editId="66304700">
                  <wp:simplePos x="0" y="0"/>
                  <wp:positionH relativeFrom="column">
                    <wp:posOffset>3261995</wp:posOffset>
                  </wp:positionH>
                  <wp:positionV relativeFrom="paragraph">
                    <wp:posOffset>164465</wp:posOffset>
                  </wp:positionV>
                  <wp:extent cx="2882900" cy="2717800"/>
                  <wp:effectExtent l="0" t="0" r="0" b="6350"/>
                  <wp:wrapSquare wrapText="left"/>
                  <wp:docPr id="474" name="Picture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71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F1F14" w:rsidRDefault="001F1F14" w:rsidP="001F1F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4y = 8 – 5x</w:t>
            </w:r>
          </w:p>
          <w:p w:rsidR="001F1F14" w:rsidRDefault="001F1F14" w:rsidP="001F1F14">
            <w:pPr>
              <w:rPr>
                <w:rFonts w:ascii="Calibri" w:hAnsi="Calibri" w:cs="Calibri"/>
              </w:rPr>
            </w:pPr>
          </w:p>
          <w:p w:rsidR="001F1F14" w:rsidRDefault="001F1F14" w:rsidP="001F1F14">
            <w:r w:rsidRPr="00217F1A">
              <w:rPr>
                <w:rFonts w:ascii="Calibri" w:hAnsi="Calibri"/>
                <w:noProof/>
              </w:rPr>
              <w:t>Slope-intercept form:</w:t>
            </w:r>
            <w:r w:rsidRPr="00217F1A">
              <w:rPr>
                <w:rFonts w:ascii="Calibri" w:hAnsi="Calibri"/>
                <w:bCs/>
              </w:rPr>
              <w:t xml:space="preserve"> ____________</w:t>
            </w:r>
          </w:p>
          <w:p w:rsidR="001F1F14" w:rsidRDefault="001F1F14"/>
        </w:tc>
      </w:tr>
    </w:tbl>
    <w:p w:rsidR="00F87014" w:rsidRDefault="00F87014"/>
    <w:sectPr w:rsidR="00F87014" w:rsidSect="008D1D28">
      <w:footerReference w:type="default" r:id="rId15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E62" w:rsidRDefault="00AF6E62" w:rsidP="004A1C66">
      <w:r>
        <w:separator/>
      </w:r>
    </w:p>
  </w:endnote>
  <w:endnote w:type="continuationSeparator" w:id="0">
    <w:p w:rsidR="00AF6E62" w:rsidRDefault="00AF6E62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E62" w:rsidRDefault="00AF6E62" w:rsidP="004A1C66">
      <w:r>
        <w:separator/>
      </w:r>
    </w:p>
  </w:footnote>
  <w:footnote w:type="continuationSeparator" w:id="0">
    <w:p w:rsidR="00AF6E62" w:rsidRDefault="00AF6E62" w:rsidP="004A1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66"/>
    <w:rsid w:val="000248E2"/>
    <w:rsid w:val="001B0A83"/>
    <w:rsid w:val="001F1F14"/>
    <w:rsid w:val="00242D79"/>
    <w:rsid w:val="003B785F"/>
    <w:rsid w:val="004A1C66"/>
    <w:rsid w:val="004D05E9"/>
    <w:rsid w:val="0056341E"/>
    <w:rsid w:val="005D62E3"/>
    <w:rsid w:val="0065474E"/>
    <w:rsid w:val="00674044"/>
    <w:rsid w:val="006F5A5F"/>
    <w:rsid w:val="0080608E"/>
    <w:rsid w:val="00846041"/>
    <w:rsid w:val="008D1D28"/>
    <w:rsid w:val="0094145D"/>
    <w:rsid w:val="00AC608A"/>
    <w:rsid w:val="00AE5FBE"/>
    <w:rsid w:val="00AF6E62"/>
    <w:rsid w:val="00B53200"/>
    <w:rsid w:val="00CE4705"/>
    <w:rsid w:val="00CE4AA8"/>
    <w:rsid w:val="00DD6332"/>
    <w:rsid w:val="00ED05F2"/>
    <w:rsid w:val="00F8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137B3-F5A5-4148-9629-21846E6D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7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 77_Solving with Coefficients other than 1</Template>
  <TotalTime>0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2</cp:revision>
  <dcterms:created xsi:type="dcterms:W3CDTF">2014-12-13T20:56:00Z</dcterms:created>
  <dcterms:modified xsi:type="dcterms:W3CDTF">2014-12-13T20:56:00Z</dcterms:modified>
</cp:coreProperties>
</file>